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DD8" w:rsidRDefault="00CB3DD8" w:rsidP="00401CA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 w:rsidRPr="00CF6BE7">
        <w:rPr>
          <w:rFonts w:ascii="Times New Roman" w:hAnsi="Times New Roman"/>
          <w:b/>
        </w:rPr>
        <w:t>LESSON REFLECTIONS</w:t>
      </w:r>
    </w:p>
    <w:p w:rsidR="00CB3DD8" w:rsidRDefault="00CB3DD8" w:rsidP="00401CA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Fractions</w:t>
      </w:r>
    </w:p>
    <w:p w:rsidR="00CB3DD8" w:rsidRPr="00CF6BE7" w:rsidRDefault="00CB3DD8" w:rsidP="00401CA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The QT-Pi’s</w:t>
      </w:r>
    </w:p>
    <w:p w:rsidR="00CB3DD8" w:rsidRDefault="00CB3DD8" w:rsidP="00C40B5B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CB3DD8" w:rsidRDefault="00CB3DD8" w:rsidP="00C40B5B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CB3DD8" w:rsidRPr="00CF6BE7" w:rsidRDefault="00CB3DD8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b/>
        </w:rPr>
      </w:pPr>
      <w:r w:rsidRPr="00CF6BE7">
        <w:rPr>
          <w:rFonts w:ascii="Times New Roman" w:hAnsi="Times New Roman"/>
          <w:b/>
        </w:rPr>
        <w:t xml:space="preserve">What was your favorite part of the lesson and why? </w:t>
      </w:r>
    </w:p>
    <w:p w:rsidR="00CB3DD8" w:rsidRPr="00C40B5B" w:rsidRDefault="00CB3DD8" w:rsidP="00401CA9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CB3DD8" w:rsidRDefault="00CB3DD8" w:rsidP="005B2FE2">
      <w:pPr>
        <w:widowControl w:val="0"/>
        <w:autoSpaceDE w:val="0"/>
        <w:autoSpaceDN w:val="0"/>
        <w:adjustRightInd w:val="0"/>
        <w:ind w:left="900"/>
        <w:jc w:val="center"/>
        <w:rPr>
          <w:rFonts w:ascii="Times New Roman" w:hAnsi="Times New Roman"/>
          <w:sz w:val="20"/>
          <w:szCs w:val="20"/>
        </w:rPr>
      </w:pPr>
      <w:r w:rsidRPr="005B2FE2">
        <w:rPr>
          <w:rFonts w:ascii="Times New Roman" w:hAnsi="Times New Roman"/>
          <w:sz w:val="20"/>
          <w:szCs w:val="20"/>
        </w:rPr>
        <w:t>Students loved being engaged in hands on activity. They loved the card game</w:t>
      </w:r>
    </w:p>
    <w:p w:rsidR="00CB3DD8" w:rsidRPr="005B2FE2" w:rsidRDefault="00CB3DD8" w:rsidP="005B2FE2">
      <w:pPr>
        <w:widowControl w:val="0"/>
        <w:autoSpaceDE w:val="0"/>
        <w:autoSpaceDN w:val="0"/>
        <w:adjustRightInd w:val="0"/>
        <w:ind w:left="90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and t</w:t>
      </w:r>
      <w:r w:rsidRPr="005B2FE2">
        <w:rPr>
          <w:rFonts w:ascii="Times New Roman" w:hAnsi="Times New Roman"/>
          <w:sz w:val="20"/>
          <w:szCs w:val="20"/>
        </w:rPr>
        <w:t>he Intro transparency</w:t>
      </w:r>
      <w:r>
        <w:rPr>
          <w:rFonts w:ascii="Times New Roman" w:hAnsi="Times New Roman"/>
          <w:sz w:val="20"/>
          <w:szCs w:val="20"/>
        </w:rPr>
        <w:t>.</w:t>
      </w:r>
      <w:r w:rsidRPr="005B2FE2">
        <w:rPr>
          <w:rFonts w:ascii="Times New Roman" w:hAnsi="Times New Roman"/>
          <w:sz w:val="20"/>
          <w:szCs w:val="20"/>
        </w:rPr>
        <w:t xml:space="preserve"> </w:t>
      </w:r>
    </w:p>
    <w:p w:rsidR="00CB3DD8" w:rsidRDefault="00CB3DD8" w:rsidP="00C40B5B">
      <w:pPr>
        <w:widowControl w:val="0"/>
        <w:tabs>
          <w:tab w:val="left" w:pos="3180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CB3DD8" w:rsidRPr="00CF6BE7" w:rsidRDefault="00CB3DD8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b/>
        </w:rPr>
      </w:pPr>
      <w:r w:rsidRPr="00CF6BE7">
        <w:rPr>
          <w:rFonts w:ascii="Times New Roman" w:hAnsi="Times New Roman"/>
          <w:b/>
        </w:rPr>
        <w:t xml:space="preserve">How effective was the lesson in meeting the objective?  What was most effective? </w:t>
      </w:r>
    </w:p>
    <w:p w:rsidR="00CB3DD8" w:rsidRDefault="00CB3DD8" w:rsidP="00401CA9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CB3DD8" w:rsidRDefault="00CB3DD8" w:rsidP="005B2FE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The Intro transparency was good for understanding the concept of equivalency.</w:t>
      </w:r>
    </w:p>
    <w:p w:rsidR="00CB3DD8" w:rsidRPr="005B2FE2" w:rsidRDefault="00CB3DD8" w:rsidP="005B2FE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The lesson was very effective in meeting the standards.</w:t>
      </w:r>
    </w:p>
    <w:p w:rsidR="00CB3DD8" w:rsidRDefault="00CB3DD8" w:rsidP="00C40B5B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CB3DD8" w:rsidRPr="00CF6BE7" w:rsidRDefault="00CB3DD8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b/>
        </w:rPr>
      </w:pPr>
      <w:r w:rsidRPr="00CF6BE7">
        <w:rPr>
          <w:rFonts w:ascii="Times New Roman" w:hAnsi="Times New Roman"/>
          <w:b/>
        </w:rPr>
        <w:t xml:space="preserve">What parts of the lesson would you change?  Why?  </w:t>
      </w:r>
    </w:p>
    <w:p w:rsidR="00CB3DD8" w:rsidRDefault="00CB3DD8" w:rsidP="00C40B5B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CB3DD8" w:rsidRPr="005B2FE2" w:rsidRDefault="00CB3DD8" w:rsidP="005B2FE2">
      <w:pPr>
        <w:pStyle w:val="ListParagraph"/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</w:p>
    <w:p w:rsidR="00CB3DD8" w:rsidRDefault="00CB3DD8" w:rsidP="005B2FE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Make fraction cards as an interactive game on the computer – tiles that flip. </w:t>
      </w:r>
    </w:p>
    <w:p w:rsidR="00CB3DD8" w:rsidRDefault="00CB3DD8" w:rsidP="005B2FE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Use the fraction bars from Holt McDougal Online. </w:t>
      </w:r>
    </w:p>
    <w:p w:rsidR="00CB3DD8" w:rsidRDefault="00CB3DD8" w:rsidP="005B2FE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Modify card game</w:t>
      </w:r>
    </w:p>
    <w:p w:rsidR="00CB3DD8" w:rsidRPr="005B2FE2" w:rsidRDefault="00CB3DD8" w:rsidP="005B2FE2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put in groups of 3 or 4, deal cards, put a fraction example 1/4 on the screen, team can work together to see if they have ¼, the first group to get rid of all fraction cards wins.</w:t>
      </w:r>
    </w:p>
    <w:p w:rsidR="00CB3DD8" w:rsidRDefault="00CB3DD8" w:rsidP="00C40B5B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CB3DD8" w:rsidRPr="00CF6BE7" w:rsidRDefault="00CB3DD8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b/>
        </w:rPr>
      </w:pPr>
      <w:r w:rsidRPr="00CF6BE7">
        <w:rPr>
          <w:rFonts w:ascii="Times New Roman" w:hAnsi="Times New Roman"/>
          <w:b/>
        </w:rPr>
        <w:t>Were there any parts that needed more explanation or time?  How did you handle these situations</w:t>
      </w:r>
    </w:p>
    <w:p w:rsidR="00CB3DD8" w:rsidRDefault="00CB3DD8" w:rsidP="005B2FE2">
      <w:pPr>
        <w:pStyle w:val="ListParagraph"/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Need more time for activity packet.</w:t>
      </w:r>
    </w:p>
    <w:p w:rsidR="00CB3DD8" w:rsidRPr="005B2FE2" w:rsidRDefault="00CB3DD8" w:rsidP="005B2FE2">
      <w:pPr>
        <w:pStyle w:val="ListParagraph"/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Break the lesson up into parts to be used.</w:t>
      </w:r>
    </w:p>
    <w:p w:rsidR="00CB3DD8" w:rsidRPr="005B2FE2" w:rsidRDefault="00CB3DD8" w:rsidP="005B2FE2">
      <w:pPr>
        <w:pStyle w:val="ListParagraph"/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</w:p>
    <w:p w:rsidR="00CB3DD8" w:rsidRDefault="00CB3DD8" w:rsidP="00C40B5B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CB3DD8" w:rsidRDefault="00CB3DD8" w:rsidP="00C40B5B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CB3DD8" w:rsidRPr="00C40B5B" w:rsidRDefault="00CB3DD8" w:rsidP="00C40B5B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CB3DD8" w:rsidRPr="00CF6BE7" w:rsidRDefault="00CB3DD8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b/>
        </w:rPr>
      </w:pPr>
      <w:r w:rsidRPr="00CF6BE7">
        <w:rPr>
          <w:rFonts w:ascii="Times New Roman" w:hAnsi="Times New Roman"/>
          <w:b/>
        </w:rPr>
        <w:t>Did your students find the lesson meaningful and worth completing?</w:t>
      </w:r>
    </w:p>
    <w:p w:rsidR="00CB3DD8" w:rsidRDefault="00CB3DD8" w:rsidP="006E2167">
      <w:pPr>
        <w:pStyle w:val="ListParagraph"/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</w:p>
    <w:p w:rsidR="00CB3DD8" w:rsidRPr="006E2167" w:rsidRDefault="00CB3DD8" w:rsidP="006E2167">
      <w:pPr>
        <w:pStyle w:val="ListParagraph"/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Yes, they loved the game!</w:t>
      </w:r>
    </w:p>
    <w:sectPr w:rsidR="00CB3DD8" w:rsidRPr="006E2167" w:rsidSect="00C40B5B">
      <w:pgSz w:w="12240" w:h="15840"/>
      <w:pgMar w:top="99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ngs">
    <w:altName w:val="w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E1889"/>
    <w:multiLevelType w:val="hybridMultilevel"/>
    <w:tmpl w:val="E294C678"/>
    <w:lvl w:ilvl="0" w:tplc="02749C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ngs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40C2464"/>
    <w:multiLevelType w:val="hybridMultilevel"/>
    <w:tmpl w:val="95345DA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savePreviewPicture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0B5B"/>
    <w:rsid w:val="000041DC"/>
    <w:rsid w:val="00342CA0"/>
    <w:rsid w:val="00401CA9"/>
    <w:rsid w:val="005523C9"/>
    <w:rsid w:val="005B2FE2"/>
    <w:rsid w:val="006E2167"/>
    <w:rsid w:val="00821C18"/>
    <w:rsid w:val="00A54A8C"/>
    <w:rsid w:val="00B10583"/>
    <w:rsid w:val="00B37AA0"/>
    <w:rsid w:val="00BF5741"/>
    <w:rsid w:val="00C40B5B"/>
    <w:rsid w:val="00CB3DD8"/>
    <w:rsid w:val="00CF6BE7"/>
    <w:rsid w:val="00F42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CA0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40B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160</Words>
  <Characters>915</Characters>
  <Application>Microsoft Office Outlook</Application>
  <DocSecurity>0</DocSecurity>
  <Lines>0</Lines>
  <Paragraphs>0</Paragraphs>
  <ScaleCrop>false</ScaleCrop>
  <Company>Murfreesboro City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REFLECTIONS</dc:title>
  <dc:subject/>
  <dc:creator>kim.nelson Nelson</dc:creator>
  <cp:keywords/>
  <dc:description/>
  <cp:lastModifiedBy>Chelle Daniels</cp:lastModifiedBy>
  <cp:revision>2</cp:revision>
  <cp:lastPrinted>2011-11-19T08:31:00Z</cp:lastPrinted>
  <dcterms:created xsi:type="dcterms:W3CDTF">2012-01-13T00:28:00Z</dcterms:created>
  <dcterms:modified xsi:type="dcterms:W3CDTF">2012-01-13T00:28:00Z</dcterms:modified>
</cp:coreProperties>
</file>